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395630" w:rsidP="00895E7F">
      <w:pPr>
        <w:pStyle w:val="Heading1"/>
      </w:pPr>
      <w:bookmarkStart w:id="0" w:name="_GoBack"/>
      <w:bookmarkEnd w:id="0"/>
      <w:r>
        <w:t>3 Unique Ways to Utilize Facebook for Your Business</w:t>
      </w:r>
    </w:p>
    <w:p w:rsidR="00E90D58" w:rsidRDefault="00395630" w:rsidP="00E90D58">
      <w:r>
        <w:t xml:space="preserve">Facebook is a social network that continues to grow and has developed into not only a way for people to reach out and connect with friends and family, but it has also become a powerful marketing tool for businesses. </w:t>
      </w:r>
      <w:r w:rsidR="001E727F">
        <w:t xml:space="preserve">Being the new go-to marketing platform for business means that companies have to compete with hundreds and thousands of other companies to gain the attention of their target audience. </w:t>
      </w:r>
      <w:r w:rsidR="008D4AFB">
        <w:t>If you're considering turning to Facebook to help you market your company, here are three unique ways you can use the social media site to grow your business.</w:t>
      </w:r>
    </w:p>
    <w:p w:rsidR="008D4AFB" w:rsidRDefault="008D4AFB" w:rsidP="00E90D58"/>
    <w:p w:rsidR="008D4AFB" w:rsidRDefault="00395630" w:rsidP="00E90D58">
      <w:pPr>
        <w:rPr>
          <w:b/>
        </w:rPr>
      </w:pPr>
      <w:r>
        <w:rPr>
          <w:b/>
        </w:rPr>
        <w:t>Connect Your Personal Profile with Your Business Page</w:t>
      </w:r>
    </w:p>
    <w:p w:rsidR="009A396E" w:rsidRDefault="00395630" w:rsidP="00E90D58">
      <w:r>
        <w:t>While you can’t directly use your personal Facebook page to market your business, you can utilize it to promote the content and business news that you sha</w:t>
      </w:r>
      <w:r>
        <w:t>re with your customers. By sharing the content from your business page with your personal contacts, you can broaden your reach and introduce your business to a new network of potential customers.</w:t>
      </w:r>
      <w:r w:rsidR="00C1452D">
        <w:t xml:space="preserve"> If you have employees, you can also get them to promote your company page by sharing, liking, and commenting on the content you share on your Business Page. </w:t>
      </w:r>
    </w:p>
    <w:p w:rsidR="00C1452D" w:rsidRDefault="00C1452D" w:rsidP="00E90D58"/>
    <w:p w:rsidR="00C1452D" w:rsidRDefault="00395630" w:rsidP="00E90D58">
      <w:pPr>
        <w:rPr>
          <w:b/>
        </w:rPr>
      </w:pPr>
      <w:r>
        <w:rPr>
          <w:b/>
        </w:rPr>
        <w:t>Comment on Popular Facebook Business Pages</w:t>
      </w:r>
    </w:p>
    <w:p w:rsidR="0005576C" w:rsidRDefault="00395630" w:rsidP="00E90D58">
      <w:r>
        <w:t>While you might be hesitant to scope out and comment on the content shared by other businesses, it can be extremel</w:t>
      </w:r>
      <w:r>
        <w:t>y beneficial for your business. Visiting the pages of the biggest companies in your niche will allow you to learn about their marketing strategies, interact with other users that have the same interests as you, and get more chances to promote your own Face</w:t>
      </w:r>
      <w:r>
        <w:t xml:space="preserve">book Business Page. </w:t>
      </w:r>
      <w:r w:rsidR="002314F2">
        <w:t xml:space="preserve">However, you need to remember to use your Business name and not your personal name when you comment on popular Facebook pages. </w:t>
      </w:r>
    </w:p>
    <w:p w:rsidR="002314F2" w:rsidRDefault="002314F2" w:rsidP="00E90D58"/>
    <w:p w:rsidR="002314F2" w:rsidRDefault="00395630" w:rsidP="00E90D58">
      <w:pPr>
        <w:rPr>
          <w:b/>
        </w:rPr>
      </w:pPr>
      <w:r>
        <w:rPr>
          <w:b/>
        </w:rPr>
        <w:t>Utilize Videos</w:t>
      </w:r>
    </w:p>
    <w:p w:rsidR="00647031" w:rsidRDefault="00395630" w:rsidP="00E90D58">
      <w:r>
        <w:t>Sometimes, words aren't enough to get people to sit up and take notice. This is why you shou</w:t>
      </w:r>
      <w:r>
        <w:t xml:space="preserve">ld create videos once a month. You can feature Q&amp;As, where the questions coming from your fans and followers, business updates, and promotions. Make sure you upload your videos to YouTube before you share them on Facebook so that you can double your views </w:t>
      </w:r>
      <w:r>
        <w:t>and significantly expand your business reach.</w:t>
      </w:r>
    </w:p>
    <w:p w:rsidR="00647031" w:rsidRDefault="00647031" w:rsidP="00E90D58"/>
    <w:p w:rsidR="00647031" w:rsidRPr="00647031" w:rsidRDefault="00395630" w:rsidP="00E90D58">
      <w:r>
        <w:lastRenderedPageBreak/>
        <w:t>Facebook is one of the most effective weapons your business can have regarding marketing. However, you must be observant, up-to-date, and always willing to learn if you want to succeed. Start growing your busi</w:t>
      </w:r>
      <w:r>
        <w:t>ness with these three unique</w:t>
      </w:r>
      <w:r w:rsidR="00D055E2">
        <w:t xml:space="preserve"> marketing strategies that are proven to work. </w:t>
      </w:r>
    </w:p>
    <w:sectPr w:rsidR="00647031" w:rsidRPr="00647031"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08E"/>
    <w:rsid w:val="0005576C"/>
    <w:rsid w:val="001E727F"/>
    <w:rsid w:val="002314F2"/>
    <w:rsid w:val="00395630"/>
    <w:rsid w:val="0064063D"/>
    <w:rsid w:val="00647031"/>
    <w:rsid w:val="00660AAD"/>
    <w:rsid w:val="00895E7F"/>
    <w:rsid w:val="008D4AFB"/>
    <w:rsid w:val="009A396E"/>
    <w:rsid w:val="00B7008E"/>
    <w:rsid w:val="00C1452D"/>
    <w:rsid w:val="00D055E2"/>
    <w:rsid w:val="00E90D58"/>
    <w:rsid w:val="00ED7616"/>
    <w:rsid w:val="00F0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15F1C7DF-E110-5449-8BC2-F33FC0B02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407</Words>
  <Characters>2018</Characters>
  <Application>Microsoft Office Word</Application>
  <DocSecurity>0</DocSecurity>
  <Lines>43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2018-12-30T20:55:00Z</dcterms:created>
  <dcterms:modified xsi:type="dcterms:W3CDTF">2018-12-30T20:55:00Z</dcterms:modified>
  <cp:category/>
</cp:coreProperties>
</file>